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75D60" w14:textId="77777777" w:rsidR="00CC6F01" w:rsidRDefault="00CC6F01"/>
    <w:p w14:paraId="60F619CB" w14:textId="77777777" w:rsidR="00F130B8" w:rsidRDefault="00F130B8"/>
    <w:p w14:paraId="5C486C7E" w14:textId="77777777" w:rsidR="005D4FE4" w:rsidRDefault="005D4FE4" w:rsidP="007743A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76FF41" w14:textId="77777777" w:rsidR="005D4FE4" w:rsidRDefault="005D4FE4" w:rsidP="007743A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B4684" w14:textId="10F2B1DF" w:rsidR="007743A8" w:rsidRPr="00561124" w:rsidRDefault="00F130B8" w:rsidP="007743A8">
      <w:pPr>
        <w:spacing w:after="0" w:line="240" w:lineRule="exact"/>
        <w:rPr>
          <w:rFonts w:ascii="Times New Roman" w:eastAsia="Times New Roman" w:hAnsi="Times New Roman" w:cs="Times New Roman"/>
          <w:color w:val="171717"/>
          <w:lang w:eastAsia="et-EE"/>
        </w:rPr>
      </w:pPr>
      <w:r w:rsidRPr="007743A8">
        <w:rPr>
          <w:rFonts w:ascii="Times New Roman" w:hAnsi="Times New Roman" w:cs="Times New Roman"/>
          <w:b/>
          <w:bCs/>
          <w:sz w:val="24"/>
          <w:szCs w:val="24"/>
        </w:rPr>
        <w:t>Kultuuriministeerium</w:t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</w:r>
      <w:r w:rsidR="007743A8" w:rsidRPr="007743A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743A8">
        <w:rPr>
          <w:rFonts w:ascii="Times New Roman" w:hAnsi="Times New Roman" w:cs="Times New Roman"/>
          <w:sz w:val="24"/>
          <w:szCs w:val="24"/>
        </w:rPr>
        <w:t xml:space="preserve">   </w:t>
      </w:r>
      <w:r w:rsidR="007743A8" w:rsidRPr="007743A8">
        <w:rPr>
          <w:rFonts w:ascii="Times New Roman" w:hAnsi="Times New Roman" w:cs="Times New Roman"/>
          <w:sz w:val="24"/>
          <w:szCs w:val="24"/>
        </w:rPr>
        <w:t xml:space="preserve"> </w:t>
      </w:r>
      <w:r w:rsidR="007743A8" w:rsidRPr="007743A8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2</w:t>
      </w:r>
      <w:r w:rsidR="00B91924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3</w:t>
      </w:r>
      <w:r w:rsidR="007743A8" w:rsidRPr="007743A8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.10.202</w:t>
      </w:r>
      <w:r w:rsidR="00B91924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5</w:t>
      </w:r>
      <w:r w:rsidR="007743A8" w:rsidRPr="007743A8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 xml:space="preserve"> </w:t>
      </w:r>
      <w:r w:rsidR="007743A8" w:rsidRPr="00561124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 xml:space="preserve">nr </w:t>
      </w:r>
      <w:r w:rsidR="00561124" w:rsidRPr="00561124">
        <w:rPr>
          <w:rFonts w:ascii="Times New Roman" w:hAnsi="Times New Roman" w:cs="Times New Roman"/>
          <w:color w:val="171717"/>
          <w:sz w:val="24"/>
          <w:szCs w:val="24"/>
          <w:shd w:val="clear" w:color="auto" w:fill="FFFFFF"/>
        </w:rPr>
        <w:t>4-3.1/30</w:t>
      </w:r>
    </w:p>
    <w:p w14:paraId="703D10FD" w14:textId="77777777" w:rsidR="007743A8" w:rsidRPr="007743A8" w:rsidRDefault="007743A8" w:rsidP="007743A8">
      <w:pPr>
        <w:spacing w:after="0" w:line="240" w:lineRule="exact"/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</w:pPr>
      <w:r w:rsidRPr="007743A8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Suur-Karja 23,</w:t>
      </w:r>
    </w:p>
    <w:p w14:paraId="71C1AE59" w14:textId="77777777" w:rsidR="007743A8" w:rsidRPr="007743A8" w:rsidRDefault="007743A8" w:rsidP="007743A8">
      <w:pPr>
        <w:spacing w:after="0" w:line="240" w:lineRule="exact"/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</w:pPr>
      <w:r w:rsidRPr="007743A8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10148 Tallinn</w:t>
      </w:r>
    </w:p>
    <w:p w14:paraId="2E4A70AA" w14:textId="77777777" w:rsidR="00F130B8" w:rsidRPr="007743A8" w:rsidRDefault="00F130B8" w:rsidP="007743A8">
      <w:pPr>
        <w:spacing w:after="0" w:line="240" w:lineRule="exact"/>
        <w:rPr>
          <w:sz w:val="24"/>
          <w:szCs w:val="24"/>
        </w:rPr>
      </w:pPr>
    </w:p>
    <w:p w14:paraId="78D0E59F" w14:textId="77777777" w:rsidR="007743A8" w:rsidRPr="007743A8" w:rsidRDefault="007743A8" w:rsidP="007743A8">
      <w:pPr>
        <w:spacing w:after="0" w:line="240" w:lineRule="exact"/>
        <w:rPr>
          <w:sz w:val="24"/>
          <w:szCs w:val="24"/>
        </w:rPr>
      </w:pPr>
    </w:p>
    <w:p w14:paraId="010609FD" w14:textId="77777777" w:rsidR="007743A8" w:rsidRPr="007743A8" w:rsidRDefault="007743A8" w:rsidP="007743A8">
      <w:pPr>
        <w:spacing w:after="0" w:line="240" w:lineRule="exact"/>
        <w:rPr>
          <w:sz w:val="24"/>
          <w:szCs w:val="24"/>
        </w:rPr>
      </w:pPr>
    </w:p>
    <w:p w14:paraId="5FB9E0E3" w14:textId="77777777" w:rsidR="00F130B8" w:rsidRPr="007743A8" w:rsidRDefault="007743A8" w:rsidP="007743A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7743A8">
        <w:rPr>
          <w:rFonts w:ascii="Times New Roman" w:hAnsi="Times New Roman" w:cs="Times New Roman"/>
          <w:b/>
          <w:bCs/>
          <w:sz w:val="24"/>
          <w:szCs w:val="24"/>
        </w:rPr>
        <w:t>Taotlus tähtaja pikendamiseks</w:t>
      </w:r>
    </w:p>
    <w:p w14:paraId="78F54439" w14:textId="77777777" w:rsidR="00F130B8" w:rsidRPr="007743A8" w:rsidRDefault="00F130B8" w:rsidP="007743A8">
      <w:pPr>
        <w:spacing w:after="0" w:line="240" w:lineRule="exact"/>
        <w:rPr>
          <w:sz w:val="24"/>
          <w:szCs w:val="24"/>
        </w:rPr>
      </w:pPr>
    </w:p>
    <w:p w14:paraId="74472941" w14:textId="77777777" w:rsidR="00F130B8" w:rsidRPr="007743A8" w:rsidRDefault="00F130B8" w:rsidP="007743A8">
      <w:pPr>
        <w:pStyle w:val="Default"/>
        <w:spacing w:line="240" w:lineRule="exact"/>
      </w:pPr>
    </w:p>
    <w:p w14:paraId="3A962C3B" w14:textId="086F5E69" w:rsidR="00EF1C63" w:rsidRDefault="00F130B8" w:rsidP="005D4FE4">
      <w:pPr>
        <w:pStyle w:val="Default"/>
        <w:jc w:val="both"/>
      </w:pPr>
      <w:r w:rsidRPr="007743A8">
        <w:t xml:space="preserve">Eesti Linnade ja Valdade Liit MTÜ </w:t>
      </w:r>
      <w:r w:rsidR="00EF1C63" w:rsidRPr="007743A8">
        <w:t>(</w:t>
      </w:r>
      <w:r w:rsidR="00A45D2C" w:rsidRPr="007743A8">
        <w:t xml:space="preserve">tegevuse </w:t>
      </w:r>
      <w:r w:rsidR="00EF1C63" w:rsidRPr="007743A8">
        <w:rPr>
          <w:i/>
          <w:iCs/>
        </w:rPr>
        <w:t>elluviija</w:t>
      </w:r>
      <w:r w:rsidR="00EF1C63" w:rsidRPr="007743A8">
        <w:t xml:space="preserve">) </w:t>
      </w:r>
      <w:r w:rsidRPr="007743A8">
        <w:t>palub</w:t>
      </w:r>
      <w:r w:rsidR="0079162C">
        <w:t>,</w:t>
      </w:r>
      <w:r w:rsidRPr="007743A8">
        <w:t xml:space="preserve"> </w:t>
      </w:r>
      <w:r w:rsidR="00365680" w:rsidRPr="007743A8">
        <w:t>lähtudes</w:t>
      </w:r>
      <w:r w:rsidRPr="007743A8">
        <w:t xml:space="preserve"> </w:t>
      </w:r>
      <w:r w:rsidR="00EF1C63" w:rsidRPr="007743A8">
        <w:t>K</w:t>
      </w:r>
      <w:r w:rsidRPr="007743A8">
        <w:t xml:space="preserve">ultuuriministri 26.01.2023 käskkirja nr 24 </w:t>
      </w:r>
      <w:r w:rsidR="00365680" w:rsidRPr="007743A8">
        <w:t xml:space="preserve">„Kohalike omavalitsuste toetamine lõimumise, sealhulgas kohanemise teenuste pakkumisel“ </w:t>
      </w:r>
      <w:r w:rsidRPr="007743A8">
        <w:t>p</w:t>
      </w:r>
      <w:r w:rsidR="00365680" w:rsidRPr="007743A8">
        <w:t>unkti</w:t>
      </w:r>
      <w:r w:rsidR="005D4FE4">
        <w:t>de</w:t>
      </w:r>
      <w:r w:rsidR="00365680" w:rsidRPr="007743A8">
        <w:t xml:space="preserve">st </w:t>
      </w:r>
      <w:r w:rsidR="00EF1C63" w:rsidRPr="007743A8">
        <w:t xml:space="preserve">9.3.1 ja </w:t>
      </w:r>
      <w:r w:rsidR="00365680" w:rsidRPr="007743A8">
        <w:t>9.3.14.1</w:t>
      </w:r>
      <w:r w:rsidR="0079162C">
        <w:t>,</w:t>
      </w:r>
      <w:r w:rsidR="00EF1C63" w:rsidRPr="007743A8">
        <w:t xml:space="preserve"> </w:t>
      </w:r>
      <w:r w:rsidRPr="007743A8">
        <w:t>202</w:t>
      </w:r>
      <w:r w:rsidR="001B332E">
        <w:t>6</w:t>
      </w:r>
      <w:r w:rsidR="00365680" w:rsidRPr="007743A8">
        <w:t>. aasta</w:t>
      </w:r>
      <w:r w:rsidRPr="007743A8">
        <w:t xml:space="preserve"> tegevuskava ja eelarve esitamise</w:t>
      </w:r>
      <w:r w:rsidR="00365680" w:rsidRPr="007743A8">
        <w:t xml:space="preserve"> tähtaja</w:t>
      </w:r>
      <w:r w:rsidRPr="007743A8">
        <w:t xml:space="preserve"> pikendamist</w:t>
      </w:r>
      <w:r w:rsidR="002C6C52">
        <w:t xml:space="preserve"> </w:t>
      </w:r>
      <w:r w:rsidR="00896F59">
        <w:t xml:space="preserve">hiljemalt </w:t>
      </w:r>
      <w:r w:rsidR="002C6C52">
        <w:t>15.12.2025.</w:t>
      </w:r>
      <w:r w:rsidR="00896F59">
        <w:t xml:space="preserve"> </w:t>
      </w:r>
    </w:p>
    <w:p w14:paraId="299B45F9" w14:textId="77777777" w:rsidR="00896F59" w:rsidRPr="007743A8" w:rsidRDefault="00896F59" w:rsidP="005D4FE4">
      <w:pPr>
        <w:pStyle w:val="Default"/>
        <w:jc w:val="both"/>
      </w:pPr>
    </w:p>
    <w:p w14:paraId="6B48E981" w14:textId="04624238" w:rsidR="00F5453C" w:rsidRDefault="00997EFE" w:rsidP="009E553D">
      <w:pPr>
        <w:pStyle w:val="Default"/>
        <w:jc w:val="both"/>
        <w:rPr>
          <w:sz w:val="23"/>
          <w:szCs w:val="23"/>
        </w:rPr>
      </w:pPr>
      <w:r w:rsidRPr="00540887">
        <w:t xml:space="preserve">Käesoleval aastal </w:t>
      </w:r>
      <w:r w:rsidR="009E553D">
        <w:t>muudeti</w:t>
      </w:r>
      <w:r w:rsidR="003349EB">
        <w:t xml:space="preserve"> </w:t>
      </w:r>
      <w:r w:rsidRPr="00540887">
        <w:t>k</w:t>
      </w:r>
      <w:r w:rsidR="006E1E69" w:rsidRPr="00540887">
        <w:t>ultuurimin</w:t>
      </w:r>
      <w:r w:rsidR="00E360F0" w:rsidRPr="00540887">
        <w:t>i</w:t>
      </w:r>
      <w:r w:rsidR="006E1E69" w:rsidRPr="00540887">
        <w:t xml:space="preserve">stri 03.10.2025 </w:t>
      </w:r>
      <w:r w:rsidR="0091768E" w:rsidRPr="00540887">
        <w:t>käskkirja</w:t>
      </w:r>
      <w:r w:rsidR="009E553D">
        <w:t>ga</w:t>
      </w:r>
      <w:r w:rsidR="006E1E69" w:rsidRPr="00540887">
        <w:t xml:space="preserve"> </w:t>
      </w:r>
      <w:r w:rsidR="00E360F0" w:rsidRPr="00540887">
        <w:t>nr 141 „</w:t>
      </w:r>
      <w:r w:rsidR="00E360F0" w:rsidRPr="00540887">
        <w:t>Kultuuriministri 26. jaanuari 2023. a käskkirja nr 24 „Kohalike omavalitsuste toetamine lõimumise, sealhulgas kohanemise teenuste pakkumisel“ muutmine</w:t>
      </w:r>
      <w:r w:rsidR="004C6AC4" w:rsidRPr="00540887">
        <w:t>“</w:t>
      </w:r>
      <w:r w:rsidR="009E553D">
        <w:t>.</w:t>
      </w:r>
      <w:r w:rsidR="004029EB" w:rsidRPr="00540887">
        <w:t xml:space="preserve"> </w:t>
      </w:r>
      <w:r w:rsidR="00E72515">
        <w:t xml:space="preserve">Muudatuse tingis </w:t>
      </w:r>
      <w:r w:rsidR="00431FAA" w:rsidRPr="00286627">
        <w:t>elluviija</w:t>
      </w:r>
      <w:r w:rsidR="005E04AA">
        <w:rPr>
          <w:sz w:val="23"/>
          <w:szCs w:val="23"/>
        </w:rPr>
        <w:t xml:space="preserve"> ettepan</w:t>
      </w:r>
      <w:r w:rsidR="00431FAA">
        <w:rPr>
          <w:sz w:val="23"/>
          <w:szCs w:val="23"/>
        </w:rPr>
        <w:t>ek</w:t>
      </w:r>
      <w:r w:rsidR="005E04AA">
        <w:rPr>
          <w:sz w:val="23"/>
          <w:szCs w:val="23"/>
        </w:rPr>
        <w:t xml:space="preserve"> pikendada partnerluslepinguid </w:t>
      </w:r>
      <w:r w:rsidR="00431FAA">
        <w:rPr>
          <w:sz w:val="23"/>
          <w:szCs w:val="23"/>
        </w:rPr>
        <w:t xml:space="preserve">olemasoleva </w:t>
      </w:r>
      <w:r w:rsidR="005E04AA">
        <w:rPr>
          <w:sz w:val="23"/>
          <w:szCs w:val="23"/>
        </w:rPr>
        <w:t>viie partneriga (Tartu linn, Rakvere linn, Tallinn linn, Saaremaa vald ja Pärnu linn). Elluviija soov</w:t>
      </w:r>
      <w:r w:rsidR="000B56DC">
        <w:rPr>
          <w:sz w:val="23"/>
          <w:szCs w:val="23"/>
        </w:rPr>
        <w:t xml:space="preserve">ib </w:t>
      </w:r>
      <w:r w:rsidR="005E04AA">
        <w:rPr>
          <w:sz w:val="23"/>
          <w:szCs w:val="23"/>
        </w:rPr>
        <w:t>jätkata koostööd seniste partneritega sh kohalike võrgustike ja sihtrühmadega ning piloteerida arendatavaid teenuseid erinevate suurustega kohalikes omavalitsustes</w:t>
      </w:r>
      <w:r w:rsidR="00F5453C">
        <w:rPr>
          <w:sz w:val="23"/>
          <w:szCs w:val="23"/>
        </w:rPr>
        <w:t>.</w:t>
      </w:r>
    </w:p>
    <w:p w14:paraId="1B3A91F3" w14:textId="77777777" w:rsidR="009073D6" w:rsidRDefault="009073D6" w:rsidP="009E553D">
      <w:pPr>
        <w:pStyle w:val="Default"/>
        <w:jc w:val="both"/>
        <w:rPr>
          <w:sz w:val="23"/>
          <w:szCs w:val="23"/>
        </w:rPr>
      </w:pPr>
    </w:p>
    <w:p w14:paraId="682D200C" w14:textId="6315A31B" w:rsidR="00E360F0" w:rsidRPr="00540887" w:rsidRDefault="004B1CE1" w:rsidP="009E553D">
      <w:pPr>
        <w:pStyle w:val="Default"/>
        <w:jc w:val="both"/>
      </w:pPr>
      <w:r>
        <w:rPr>
          <w:sz w:val="23"/>
          <w:szCs w:val="23"/>
        </w:rPr>
        <w:t>Lepingute muutmise protsess</w:t>
      </w:r>
      <w:r w:rsidR="00F5453C">
        <w:rPr>
          <w:sz w:val="23"/>
          <w:szCs w:val="23"/>
        </w:rPr>
        <w:t xml:space="preserve"> partneritega</w:t>
      </w:r>
      <w:r>
        <w:rPr>
          <w:sz w:val="23"/>
          <w:szCs w:val="23"/>
        </w:rPr>
        <w:t xml:space="preserve"> on </w:t>
      </w:r>
      <w:r w:rsidR="009073D6">
        <w:rPr>
          <w:sz w:val="23"/>
          <w:szCs w:val="23"/>
        </w:rPr>
        <w:t>töö</w:t>
      </w:r>
      <w:r>
        <w:rPr>
          <w:sz w:val="23"/>
          <w:szCs w:val="23"/>
        </w:rPr>
        <w:t xml:space="preserve">s, kuid </w:t>
      </w:r>
      <w:r w:rsidR="004C38B5">
        <w:rPr>
          <w:sz w:val="23"/>
          <w:szCs w:val="23"/>
        </w:rPr>
        <w:t xml:space="preserve">seoses </w:t>
      </w:r>
      <w:r w:rsidR="00077ECD">
        <w:rPr>
          <w:sz w:val="23"/>
          <w:szCs w:val="23"/>
        </w:rPr>
        <w:t>k</w:t>
      </w:r>
      <w:r w:rsidR="004C38B5">
        <w:rPr>
          <w:sz w:val="23"/>
          <w:szCs w:val="23"/>
        </w:rPr>
        <w:t>ohalike omavalitsuse</w:t>
      </w:r>
      <w:r w:rsidR="001717FB">
        <w:rPr>
          <w:sz w:val="23"/>
          <w:szCs w:val="23"/>
        </w:rPr>
        <w:t xml:space="preserve"> volikogu</w:t>
      </w:r>
      <w:r w:rsidR="004C38B5">
        <w:rPr>
          <w:sz w:val="23"/>
          <w:szCs w:val="23"/>
        </w:rPr>
        <w:t xml:space="preserve"> valimistega</w:t>
      </w:r>
      <w:r w:rsidR="001717FB">
        <w:rPr>
          <w:sz w:val="23"/>
          <w:szCs w:val="23"/>
        </w:rPr>
        <w:t xml:space="preserve"> 19.10.2025. a.</w:t>
      </w:r>
      <w:r w:rsidR="004C38B5">
        <w:rPr>
          <w:sz w:val="23"/>
          <w:szCs w:val="23"/>
        </w:rPr>
        <w:t xml:space="preserve"> võib tekkida viivitusi </w:t>
      </w:r>
      <w:r w:rsidR="001717FB">
        <w:rPr>
          <w:sz w:val="23"/>
          <w:szCs w:val="23"/>
        </w:rPr>
        <w:t xml:space="preserve">partnerluslepingute muutmise </w:t>
      </w:r>
      <w:r w:rsidR="004C38B5">
        <w:rPr>
          <w:sz w:val="23"/>
          <w:szCs w:val="23"/>
        </w:rPr>
        <w:t>allkirjastamisel ja se</w:t>
      </w:r>
      <w:r w:rsidR="00E30DD9">
        <w:rPr>
          <w:sz w:val="23"/>
          <w:szCs w:val="23"/>
        </w:rPr>
        <w:t>llest tulenevalt</w:t>
      </w:r>
      <w:r w:rsidR="00C47ABB">
        <w:rPr>
          <w:sz w:val="23"/>
          <w:szCs w:val="23"/>
        </w:rPr>
        <w:t xml:space="preserve"> </w:t>
      </w:r>
      <w:r w:rsidR="001717FB">
        <w:rPr>
          <w:sz w:val="23"/>
          <w:szCs w:val="23"/>
        </w:rPr>
        <w:t>viibi</w:t>
      </w:r>
      <w:r w:rsidR="00C153D8">
        <w:rPr>
          <w:sz w:val="23"/>
          <w:szCs w:val="23"/>
        </w:rPr>
        <w:t>da</w:t>
      </w:r>
      <w:r w:rsidR="00C47ABB">
        <w:rPr>
          <w:sz w:val="23"/>
          <w:szCs w:val="23"/>
        </w:rPr>
        <w:t xml:space="preserve"> partnerite </w:t>
      </w:r>
      <w:r w:rsidR="009073D6">
        <w:rPr>
          <w:sz w:val="23"/>
          <w:szCs w:val="23"/>
        </w:rPr>
        <w:t xml:space="preserve">2026. aasta </w:t>
      </w:r>
      <w:r w:rsidR="00C47ABB">
        <w:rPr>
          <w:sz w:val="23"/>
          <w:szCs w:val="23"/>
        </w:rPr>
        <w:t>tegevuskavade esitami</w:t>
      </w:r>
      <w:r w:rsidR="00E30DD9">
        <w:rPr>
          <w:sz w:val="23"/>
          <w:szCs w:val="23"/>
        </w:rPr>
        <w:t>ne</w:t>
      </w:r>
      <w:r w:rsidR="00C47ABB">
        <w:rPr>
          <w:sz w:val="23"/>
          <w:szCs w:val="23"/>
        </w:rPr>
        <w:t xml:space="preserve"> elluviijale.</w:t>
      </w:r>
    </w:p>
    <w:p w14:paraId="74AB6A6D" w14:textId="61B1725F" w:rsidR="0091768E" w:rsidRDefault="0091768E" w:rsidP="005D4FE4">
      <w:pPr>
        <w:pStyle w:val="Default"/>
        <w:jc w:val="both"/>
      </w:pPr>
    </w:p>
    <w:p w14:paraId="5BBA5293" w14:textId="77777777" w:rsidR="007743A8" w:rsidRDefault="007743A8" w:rsidP="005D4FE4">
      <w:pPr>
        <w:pStyle w:val="Default"/>
        <w:jc w:val="both"/>
      </w:pPr>
    </w:p>
    <w:p w14:paraId="15FEC5B2" w14:textId="77777777" w:rsidR="007743A8" w:rsidRDefault="007743A8" w:rsidP="005D4FE4">
      <w:pPr>
        <w:pStyle w:val="Default"/>
        <w:jc w:val="both"/>
      </w:pPr>
    </w:p>
    <w:p w14:paraId="69F2ED8A" w14:textId="77777777" w:rsidR="007743A8" w:rsidRDefault="007743A8" w:rsidP="005D4FE4">
      <w:pPr>
        <w:pStyle w:val="Default"/>
        <w:jc w:val="both"/>
      </w:pPr>
      <w:r>
        <w:t>Lugupidamisega</w:t>
      </w:r>
    </w:p>
    <w:p w14:paraId="278FC9F6" w14:textId="77777777" w:rsidR="007743A8" w:rsidRDefault="007743A8" w:rsidP="005D4FE4">
      <w:pPr>
        <w:pStyle w:val="Default"/>
        <w:jc w:val="both"/>
      </w:pPr>
    </w:p>
    <w:p w14:paraId="52439B63" w14:textId="77777777" w:rsidR="007743A8" w:rsidRPr="005D4FE4" w:rsidRDefault="007743A8" w:rsidP="005D4FE4">
      <w:pPr>
        <w:pStyle w:val="Default"/>
        <w:jc w:val="both"/>
        <w:rPr>
          <w:i/>
          <w:iCs/>
        </w:rPr>
      </w:pPr>
      <w:r w:rsidRPr="005D4FE4">
        <w:rPr>
          <w:i/>
          <w:iCs/>
        </w:rPr>
        <w:t>/allkirjastatud digitaalselt/</w:t>
      </w:r>
    </w:p>
    <w:p w14:paraId="37084761" w14:textId="77777777" w:rsidR="007743A8" w:rsidRDefault="007743A8" w:rsidP="005D4FE4">
      <w:pPr>
        <w:pStyle w:val="Default"/>
        <w:jc w:val="both"/>
      </w:pPr>
      <w:r>
        <w:t>Veikko Luhalaid</w:t>
      </w:r>
    </w:p>
    <w:p w14:paraId="53A717D3" w14:textId="77777777" w:rsidR="007743A8" w:rsidRDefault="007743A8" w:rsidP="005D4FE4">
      <w:pPr>
        <w:pStyle w:val="Default"/>
        <w:jc w:val="both"/>
      </w:pPr>
      <w:r>
        <w:t>Tegevdirektor</w:t>
      </w:r>
    </w:p>
    <w:p w14:paraId="4C49CD59" w14:textId="77777777" w:rsidR="007743A8" w:rsidRDefault="007743A8" w:rsidP="007743A8">
      <w:pPr>
        <w:pStyle w:val="Default"/>
        <w:spacing w:line="240" w:lineRule="exact"/>
        <w:jc w:val="both"/>
      </w:pPr>
    </w:p>
    <w:p w14:paraId="4657A50D" w14:textId="77777777" w:rsidR="007743A8" w:rsidRDefault="007743A8" w:rsidP="007743A8">
      <w:pPr>
        <w:pStyle w:val="Default"/>
        <w:spacing w:line="240" w:lineRule="exact"/>
        <w:jc w:val="both"/>
      </w:pPr>
    </w:p>
    <w:p w14:paraId="2B63B5C5" w14:textId="77777777" w:rsidR="007743A8" w:rsidRDefault="007743A8" w:rsidP="007743A8">
      <w:pPr>
        <w:pStyle w:val="Default"/>
        <w:spacing w:line="240" w:lineRule="exact"/>
        <w:jc w:val="both"/>
      </w:pPr>
    </w:p>
    <w:p w14:paraId="2B411C70" w14:textId="77777777" w:rsidR="007743A8" w:rsidRDefault="007743A8" w:rsidP="007743A8">
      <w:pPr>
        <w:pStyle w:val="Default"/>
        <w:spacing w:line="240" w:lineRule="exact"/>
        <w:jc w:val="both"/>
      </w:pPr>
    </w:p>
    <w:p w14:paraId="7BECAE4E" w14:textId="77777777" w:rsidR="007743A8" w:rsidRDefault="007743A8" w:rsidP="007743A8">
      <w:pPr>
        <w:pStyle w:val="Default"/>
        <w:spacing w:line="240" w:lineRule="exact"/>
        <w:jc w:val="both"/>
      </w:pPr>
      <w:r>
        <w:t xml:space="preserve">Katre Mägi, </w:t>
      </w:r>
    </w:p>
    <w:p w14:paraId="41E7DA53" w14:textId="77777777" w:rsidR="007743A8" w:rsidRDefault="005D4FE4" w:rsidP="007743A8">
      <w:pPr>
        <w:pStyle w:val="Default"/>
        <w:spacing w:line="240" w:lineRule="exact"/>
        <w:jc w:val="both"/>
      </w:pPr>
      <w:hyperlink r:id="rId9" w:history="1">
        <w:r w:rsidRPr="00026A25">
          <w:rPr>
            <w:rStyle w:val="Hperlink"/>
          </w:rPr>
          <w:t>katre.magi@elvl.ee</w:t>
        </w:r>
      </w:hyperlink>
    </w:p>
    <w:p w14:paraId="76AF82E2" w14:textId="77777777" w:rsidR="007743A8" w:rsidRPr="007743A8" w:rsidRDefault="007743A8" w:rsidP="007743A8">
      <w:pPr>
        <w:pStyle w:val="Default"/>
        <w:spacing w:line="240" w:lineRule="exact"/>
        <w:jc w:val="both"/>
      </w:pPr>
    </w:p>
    <w:p w14:paraId="463D050C" w14:textId="77777777" w:rsidR="00F130B8" w:rsidRDefault="00F130B8" w:rsidP="00F130B8">
      <w:r>
        <w:t xml:space="preserve"> </w:t>
      </w:r>
    </w:p>
    <w:sectPr w:rsidR="00F130B8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660D" w14:textId="77777777" w:rsidR="00D17085" w:rsidRDefault="00D17085" w:rsidP="00CC6F01">
      <w:pPr>
        <w:spacing w:after="0" w:line="240" w:lineRule="auto"/>
      </w:pPr>
      <w:r>
        <w:separator/>
      </w:r>
    </w:p>
  </w:endnote>
  <w:endnote w:type="continuationSeparator" w:id="0">
    <w:p w14:paraId="1B3CCF1F" w14:textId="77777777" w:rsidR="00D17085" w:rsidRDefault="00D17085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ABE2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83D6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902E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38EC0735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51DD5591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3328894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5A9F6" w14:textId="77777777" w:rsidR="00D17085" w:rsidRDefault="00D17085" w:rsidP="00CC6F01">
      <w:pPr>
        <w:spacing w:after="0" w:line="240" w:lineRule="auto"/>
      </w:pPr>
      <w:r>
        <w:separator/>
      </w:r>
    </w:p>
  </w:footnote>
  <w:footnote w:type="continuationSeparator" w:id="0">
    <w:p w14:paraId="6CDCF2F3" w14:textId="77777777" w:rsidR="00D17085" w:rsidRDefault="00D17085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1CAA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4AEB" w14:textId="77777777" w:rsidR="00CC6F01" w:rsidRDefault="00CC6F01">
    <w:pPr>
      <w:pStyle w:val="Pis"/>
    </w:pPr>
  </w:p>
  <w:p w14:paraId="317CFA54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F732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64455CB5" wp14:editId="540274E1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85"/>
    <w:rsid w:val="0003059F"/>
    <w:rsid w:val="00077ECD"/>
    <w:rsid w:val="00091744"/>
    <w:rsid w:val="000B56DC"/>
    <w:rsid w:val="001717FB"/>
    <w:rsid w:val="001B332E"/>
    <w:rsid w:val="002046F3"/>
    <w:rsid w:val="00251675"/>
    <w:rsid w:val="00255A8F"/>
    <w:rsid w:val="002621EC"/>
    <w:rsid w:val="00286627"/>
    <w:rsid w:val="002A35BA"/>
    <w:rsid w:val="002A3A29"/>
    <w:rsid w:val="002C6C52"/>
    <w:rsid w:val="002E50B2"/>
    <w:rsid w:val="003349EB"/>
    <w:rsid w:val="00365680"/>
    <w:rsid w:val="003E6A0F"/>
    <w:rsid w:val="003F07CD"/>
    <w:rsid w:val="004029EB"/>
    <w:rsid w:val="004153BD"/>
    <w:rsid w:val="00431FAA"/>
    <w:rsid w:val="004B1CE1"/>
    <w:rsid w:val="004B4032"/>
    <w:rsid w:val="004C38B5"/>
    <w:rsid w:val="004C6AC4"/>
    <w:rsid w:val="00535A99"/>
    <w:rsid w:val="00540887"/>
    <w:rsid w:val="00561124"/>
    <w:rsid w:val="005B7804"/>
    <w:rsid w:val="005D4FE4"/>
    <w:rsid w:val="005E04AA"/>
    <w:rsid w:val="00633164"/>
    <w:rsid w:val="00643FEF"/>
    <w:rsid w:val="006D6B0A"/>
    <w:rsid w:val="006E1E69"/>
    <w:rsid w:val="00713B0D"/>
    <w:rsid w:val="007743A8"/>
    <w:rsid w:val="0079162C"/>
    <w:rsid w:val="00896F59"/>
    <w:rsid w:val="008A4BA7"/>
    <w:rsid w:val="009073D6"/>
    <w:rsid w:val="0091768E"/>
    <w:rsid w:val="009736D2"/>
    <w:rsid w:val="00997EFE"/>
    <w:rsid w:val="009E553D"/>
    <w:rsid w:val="00A45D2C"/>
    <w:rsid w:val="00A851FB"/>
    <w:rsid w:val="00B30AB9"/>
    <w:rsid w:val="00B567EA"/>
    <w:rsid w:val="00B91924"/>
    <w:rsid w:val="00C153D8"/>
    <w:rsid w:val="00C47ABB"/>
    <w:rsid w:val="00C56B8A"/>
    <w:rsid w:val="00C8109F"/>
    <w:rsid w:val="00C8671E"/>
    <w:rsid w:val="00CC6F01"/>
    <w:rsid w:val="00D17085"/>
    <w:rsid w:val="00DE3EA9"/>
    <w:rsid w:val="00E30DD9"/>
    <w:rsid w:val="00E360F0"/>
    <w:rsid w:val="00E72515"/>
    <w:rsid w:val="00EF1C63"/>
    <w:rsid w:val="00F130B8"/>
    <w:rsid w:val="00F5453C"/>
    <w:rsid w:val="00F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BEAEA"/>
  <w15:docId w15:val="{1E60C103-DA22-4CE8-96BB-30E9AE62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3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774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tre.magi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magi\Downloads\Taotlus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Props1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(6)</Template>
  <TotalTime>1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Katre Mägi</dc:creator>
  <cp:lastModifiedBy>Katre Mägi</cp:lastModifiedBy>
  <cp:revision>2</cp:revision>
  <dcterms:created xsi:type="dcterms:W3CDTF">2025-10-23T18:06:00Z</dcterms:created>
  <dcterms:modified xsi:type="dcterms:W3CDTF">2025-10-23T18:06:00Z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